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59B69" w14:textId="5909FDB7" w:rsidR="003461BC" w:rsidRPr="00E71084" w:rsidRDefault="00585808" w:rsidP="00A13D5A">
      <w:pPr>
        <w:rPr>
          <w:rFonts w:ascii="DM Sans" w:hAnsi="DM Sans" w:cs="Poppins"/>
          <w:b/>
          <w:bCs/>
          <w:color w:val="000000" w:themeColor="text1"/>
          <w:sz w:val="40"/>
          <w:szCs w:val="40"/>
          <w:lang w:val="en-US"/>
        </w:rPr>
      </w:pPr>
      <w:r w:rsidRPr="00E71084">
        <w:rPr>
          <w:rFonts w:ascii="DM Sans" w:hAnsi="DM Sans" w:cs="Poppins"/>
          <w:b/>
          <w:bCs/>
          <w:color w:val="000000" w:themeColor="text1"/>
          <w:sz w:val="40"/>
          <w:szCs w:val="40"/>
          <w:lang w:val="en-US"/>
        </w:rPr>
        <w:t xml:space="preserve">Bravura Email </w:t>
      </w:r>
      <w:proofErr w:type="spellStart"/>
      <w:r w:rsidRPr="00E71084">
        <w:rPr>
          <w:rFonts w:ascii="DM Sans" w:hAnsi="DM Sans" w:cs="Poppins"/>
          <w:b/>
          <w:bCs/>
          <w:color w:val="000000" w:themeColor="text1"/>
          <w:sz w:val="40"/>
          <w:szCs w:val="40"/>
          <w:lang w:val="en-US"/>
        </w:rPr>
        <w:t>Signatur</w:t>
      </w:r>
      <w:proofErr w:type="spellEnd"/>
    </w:p>
    <w:p w14:paraId="53DE8FCD" w14:textId="77777777" w:rsidR="00585808" w:rsidRPr="00E71084" w:rsidRDefault="00585808" w:rsidP="00A13D5A">
      <w:pPr>
        <w:rPr>
          <w:rFonts w:ascii="DM Sans" w:hAnsi="DM Sans" w:cs="Poppins"/>
          <w:b/>
          <w:bCs/>
          <w:color w:val="000000" w:themeColor="text1"/>
          <w:sz w:val="20"/>
          <w:szCs w:val="20"/>
          <w:lang w:val="en-US"/>
        </w:rPr>
      </w:pPr>
    </w:p>
    <w:p w14:paraId="6D49F7EB" w14:textId="7DCA45A4" w:rsidR="003461BC" w:rsidRPr="00E71084" w:rsidRDefault="003461BC" w:rsidP="00A13D5A">
      <w:pPr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 w:rsidRPr="00E71084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Microsoft Outlook:</w:t>
      </w:r>
    </w:p>
    <w:p w14:paraId="37F64656" w14:textId="77777777" w:rsidR="00AD0F4A" w:rsidRPr="00E71084" w:rsidRDefault="00AD0F4A" w:rsidP="00AD0F4A">
      <w:pPr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</w:p>
    <w:p w14:paraId="2B59DEAE" w14:textId="244961FA" w:rsidR="00AD0F4A" w:rsidRPr="009D7231" w:rsidRDefault="00AD0F4A" w:rsidP="00AD0F4A">
      <w:pPr>
        <w:pStyle w:val="Liststycke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Logga in I Outlook på webben</w:t>
      </w:r>
    </w:p>
    <w:p w14:paraId="0EE57BA2" w14:textId="517D2694" w:rsidR="00AD0F4A" w:rsidRPr="009D7231" w:rsidRDefault="00AD0F4A" w:rsidP="00AD0F4A">
      <w:pPr>
        <w:pStyle w:val="Liststycke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 xml:space="preserve">Gå till </w:t>
      </w:r>
      <w:proofErr w:type="gramStart"/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inställningar &gt;</w:t>
      </w:r>
      <w:proofErr w:type="gramEnd"/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 xml:space="preserve"> Visa alla Outlook-inställningar &gt; Skriv och svara.</w:t>
      </w:r>
    </w:p>
    <w:p w14:paraId="7ACC8184" w14:textId="49456A7D" w:rsidR="00AD0F4A" w:rsidRPr="009D7231" w:rsidRDefault="00AD0F4A" w:rsidP="00AD0F4A">
      <w:pPr>
        <w:pStyle w:val="Liststycke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 xml:space="preserve">Under E-postsignatur skriver du signaturen och använder tillgängliga formateringsalternativ för att ändra dess utseende. </w:t>
      </w:r>
      <w:r w:rsidRPr="009D7231">
        <w:rPr>
          <w:rFonts w:ascii="Arial" w:hAnsi="Arial" w:cs="Arial"/>
          <w:i/>
          <w:iCs/>
          <w:color w:val="000000" w:themeColor="text1"/>
          <w:sz w:val="20"/>
          <w:szCs w:val="20"/>
          <w:lang w:val="sv-SE"/>
        </w:rPr>
        <w:t>(OBS, du kan bara ha en signatur per konto.)</w:t>
      </w:r>
    </w:p>
    <w:p w14:paraId="071311EF" w14:textId="6060937C" w:rsidR="00AD0F4A" w:rsidRPr="009D7231" w:rsidRDefault="00AD0F4A" w:rsidP="00AD0F4A">
      <w:pPr>
        <w:pStyle w:val="Liststycke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Klistra in texten nedan och ändra till rätt namn, roll och telefonnummer</w:t>
      </w:r>
    </w:p>
    <w:p w14:paraId="7406E4DE" w14:textId="30545BE3" w:rsidR="00AD0F4A" w:rsidRPr="009D7231" w:rsidRDefault="00AD0F4A" w:rsidP="00AD0F4A">
      <w:pPr>
        <w:pStyle w:val="Liststycke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Infoga bilden ”</w:t>
      </w:r>
      <w:proofErr w:type="spellStart"/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bravura_email</w:t>
      </w:r>
      <w:proofErr w:type="spellEnd"/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” likt guiden nedan</w:t>
      </w:r>
    </w:p>
    <w:p w14:paraId="566260F4" w14:textId="77777777" w:rsidR="00AD0F4A" w:rsidRPr="009D7231" w:rsidRDefault="00AD0F4A" w:rsidP="00AD0F4A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657C175" w14:textId="77777777" w:rsidR="00AD0F4A" w:rsidRPr="009D7231" w:rsidRDefault="00AD0F4A" w:rsidP="00AD0F4A">
      <w:pPr>
        <w:pStyle w:val="Liststycke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Om du vill att signaturen ska visas längst ned i alla e-postmeddelanden som du skriver, markerar du kryssrutan Infoga automatiskt min signatur i nya meddelanden som jag skapar.</w:t>
      </w:r>
    </w:p>
    <w:p w14:paraId="0C80B9CF" w14:textId="77777777" w:rsidR="00AD0F4A" w:rsidRPr="009D7231" w:rsidRDefault="00AD0F4A" w:rsidP="00AD0F4A">
      <w:pPr>
        <w:pStyle w:val="Liststycke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Om du vill att signaturen ska visas i meddelanden som du vidarebefordrar eller svarar på, markerar du kryssrutan Infoga automatiskt min signatur i meddelanden som jag vidarebefordrar eller svarar på.</w:t>
      </w:r>
    </w:p>
    <w:p w14:paraId="3E045C93" w14:textId="2F55DAB9" w:rsidR="00AD0F4A" w:rsidRPr="009D7231" w:rsidRDefault="00AD0F4A" w:rsidP="00AD0F4A">
      <w:pPr>
        <w:pStyle w:val="Liststycke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 xml:space="preserve">Om du inte väljer de här alternativen kan du lägga till din signatur i ett valt meddelande manuellt. </w:t>
      </w:r>
    </w:p>
    <w:p w14:paraId="0BB4BB16" w14:textId="77777777" w:rsidR="00AD0F4A" w:rsidRPr="009D7231" w:rsidRDefault="00AD0F4A" w:rsidP="00AD0F4A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BE6269D" w14:textId="75339861" w:rsidR="00AD0F4A" w:rsidRPr="009D7231" w:rsidRDefault="00AD0F4A" w:rsidP="00A13D5A">
      <w:pPr>
        <w:pStyle w:val="Liststycke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sv-SE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lang w:val="sv-SE"/>
        </w:rPr>
        <w:t>Spara när du är klar</w:t>
      </w:r>
    </w:p>
    <w:p w14:paraId="5769C530" w14:textId="77777777" w:rsidR="009D7231" w:rsidRPr="009D7231" w:rsidRDefault="009D7231" w:rsidP="009D7231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C233F1" w14:textId="42002DB4" w:rsidR="00502701" w:rsidRPr="009D7231" w:rsidRDefault="00502701" w:rsidP="00A13D5A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För instruktioner på </w:t>
      </w:r>
      <w:r w:rsidR="001756FB"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</w:t>
      </w:r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venska, gå in på följande </w:t>
      </w:r>
      <w:r w:rsidR="001756FB"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länk</w:t>
      </w:r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– </w:t>
      </w:r>
      <w:hyperlink r:id="rId8" w:history="1">
        <w:r w:rsidRPr="009D7231">
          <w:rPr>
            <w:rStyle w:val="Hyperlnk"/>
            <w:rFonts w:ascii="Arial" w:hAnsi="Arial" w:cs="Arial"/>
            <w:color w:val="000000" w:themeColor="text1"/>
            <w:sz w:val="20"/>
            <w:szCs w:val="20"/>
            <w:shd w:val="clear" w:color="auto" w:fill="FFFFFF"/>
          </w:rPr>
          <w:t>Klicka här!</w:t>
        </w:r>
      </w:hyperlink>
    </w:p>
    <w:p w14:paraId="1BA63D33" w14:textId="4F7C50EB" w:rsidR="003461BC" w:rsidRPr="009D7231" w:rsidRDefault="003461BC" w:rsidP="003461BC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13CA149" w14:textId="74B7E969" w:rsidR="003461BC" w:rsidRPr="009D7231" w:rsidRDefault="003461BC" w:rsidP="00A13D5A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9D7231">
        <w:rPr>
          <w:rFonts w:ascii="Arial" w:hAnsi="Arial" w:cs="Arial"/>
          <w:b/>
          <w:bCs/>
          <w:color w:val="000000" w:themeColor="text1"/>
          <w:sz w:val="20"/>
          <w:szCs w:val="20"/>
        </w:rPr>
        <w:t>Gmail</w:t>
      </w:r>
      <w:proofErr w:type="spellEnd"/>
      <w:r w:rsidRPr="009D7231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04B6CBA9" w14:textId="73DF9006" w:rsidR="003461BC" w:rsidRPr="009D7231" w:rsidRDefault="003461BC" w:rsidP="00A13D5A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62A5211A" w14:textId="74C716FF" w:rsidR="003461BC" w:rsidRPr="00E71084" w:rsidRDefault="004947B3" w:rsidP="009D7231">
      <w:pPr>
        <w:pStyle w:val="Liststycke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</w:pPr>
      <w:r w:rsidRPr="009D7231">
        <w:rPr>
          <w:rFonts w:ascii="Arial" w:hAnsi="Arial" w:cs="Arial"/>
          <w:color w:val="202124"/>
          <w:sz w:val="20"/>
          <w:szCs w:val="20"/>
          <w:lang w:val="sv-SE"/>
        </w:rPr>
        <w:t xml:space="preserve">Tryck på kugghjulet (Inställningar) uppe i högra hörnet. </w:t>
      </w:r>
      <w:r w:rsidRPr="00E71084">
        <w:rPr>
          <w:rFonts w:ascii="Arial" w:hAnsi="Arial" w:cs="Arial"/>
          <w:color w:val="202124"/>
          <w:sz w:val="20"/>
          <w:szCs w:val="20"/>
          <w:lang w:val="sv-SE"/>
        </w:rPr>
        <w:t>Sedan tryck ”Visa alla inställningar”.</w:t>
      </w:r>
    </w:p>
    <w:p w14:paraId="0E546754" w14:textId="4F6CF101" w:rsidR="003461BC" w:rsidRPr="00E71084" w:rsidRDefault="004947B3" w:rsidP="009D7231">
      <w:pPr>
        <w:pStyle w:val="Liststycke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</w:pPr>
      <w:r w:rsidRPr="00E71084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>Scrolla ned i listan i fliken Allmänt, tills du kommer till avsnittet ”Signatur”</w:t>
      </w:r>
    </w:p>
    <w:p w14:paraId="2D2DDBFE" w14:textId="18FD7B39" w:rsidR="004947B3" w:rsidRPr="00E71084" w:rsidRDefault="004947B3" w:rsidP="009D7231">
      <w:pPr>
        <w:pStyle w:val="Liststycke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</w:pPr>
      <w:r w:rsidRPr="00E71084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>Kopiera texten nedan och klistra in i text-boxen för att lägga till en signatur.</w:t>
      </w:r>
    </w:p>
    <w:p w14:paraId="2E03EF73" w14:textId="0612C433" w:rsidR="004947B3" w:rsidRPr="00E71084" w:rsidRDefault="004947B3" w:rsidP="009D7231">
      <w:pPr>
        <w:pStyle w:val="Liststycke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</w:pPr>
      <w:r w:rsidRPr="00E71084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 xml:space="preserve">Där bilden ska ligga behöver du manuellt infoga. </w:t>
      </w:r>
      <w:r w:rsidR="00585808" w:rsidRPr="00E71084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>Tryck på bild-ikonen i fältet nedan.</w:t>
      </w:r>
    </w:p>
    <w:p w14:paraId="6CA7942F" w14:textId="77777777" w:rsidR="00AD0F4A" w:rsidRPr="009D7231" w:rsidRDefault="00AD0F4A" w:rsidP="004947B3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412B7E57" w14:textId="236B7656" w:rsidR="00AD0F4A" w:rsidRPr="009D7231" w:rsidRDefault="00AD0F4A" w:rsidP="004947B3">
      <w:pPr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</w:pPr>
      <w:r w:rsidRPr="009D7231">
        <w:rPr>
          <w:rFonts w:ascii="Arial" w:hAnsi="Arial" w:cs="Arial"/>
          <w:noProof/>
          <w:color w:val="000000" w:themeColor="text1"/>
          <w:sz w:val="20"/>
          <w:szCs w:val="20"/>
          <w:shd w:val="clear" w:color="auto" w:fill="FFFFFF"/>
        </w:rPr>
        <w:drawing>
          <wp:inline distT="0" distB="0" distL="0" distR="0" wp14:anchorId="56F88B98" wp14:editId="18102E12">
            <wp:extent cx="3517900" cy="396485"/>
            <wp:effectExtent l="0" t="0" r="0" b="0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objekt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8624" cy="40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92534" w14:textId="77777777" w:rsidR="00AD0F4A" w:rsidRPr="009D7231" w:rsidRDefault="00AD0F4A" w:rsidP="004947B3">
      <w:pPr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62521D61" w14:textId="3F275AEC" w:rsidR="00585808" w:rsidRPr="009D7231" w:rsidRDefault="00585808" w:rsidP="009D7231">
      <w:pPr>
        <w:pStyle w:val="Liststycke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>Ladda upp bilden ”</w:t>
      </w:r>
      <w:proofErr w:type="spellStart"/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>bravura_email</w:t>
      </w:r>
      <w:proofErr w:type="spellEnd"/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 xml:space="preserve">” från mappen du laddat ned. </w:t>
      </w:r>
      <w:proofErr w:type="spellStart"/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Välj</w:t>
      </w:r>
      <w:proofErr w:type="spellEnd"/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AD0F4A"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rätt</w:t>
      </w:r>
      <w:proofErr w:type="spellEnd"/>
      <w:r w:rsidR="00AD0F4A"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AD0F4A"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storlek</w:t>
      </w:r>
      <w:proofErr w:type="spellEnd"/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04330287" w14:textId="568B8FDC" w:rsidR="00585808" w:rsidRPr="00E71084" w:rsidRDefault="00585808" w:rsidP="009D7231">
      <w:pPr>
        <w:pStyle w:val="Liststycke"/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</w:pPr>
      <w:r w:rsidRPr="00E71084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sv-SE"/>
        </w:rPr>
        <w:t>Spara dina inställningar längst ned på sidan, du är nu färdig!</w:t>
      </w:r>
    </w:p>
    <w:p w14:paraId="203A26E9" w14:textId="77777777" w:rsidR="003461BC" w:rsidRPr="009D7231" w:rsidRDefault="003461BC" w:rsidP="00A13D5A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63BDFEC5" w14:textId="0EC63EFF" w:rsidR="003461BC" w:rsidRPr="009D7231" w:rsidRDefault="003461BC" w:rsidP="00A13D5A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För </w:t>
      </w:r>
      <w:r w:rsidR="00585808"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fler instruktioner</w:t>
      </w:r>
      <w:r w:rsidRPr="009D723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gå in på följande länk – </w:t>
      </w:r>
      <w:hyperlink r:id="rId10" w:history="1">
        <w:r w:rsidRPr="009D7231">
          <w:rPr>
            <w:rStyle w:val="Hyperlnk"/>
            <w:rFonts w:ascii="Arial" w:hAnsi="Arial" w:cs="Arial"/>
            <w:color w:val="000000" w:themeColor="text1"/>
            <w:sz w:val="20"/>
            <w:szCs w:val="20"/>
            <w:shd w:val="clear" w:color="auto" w:fill="FFFFFF"/>
          </w:rPr>
          <w:t>Klicka här!</w:t>
        </w:r>
      </w:hyperlink>
    </w:p>
    <w:p w14:paraId="5D66088D" w14:textId="5F042D5D" w:rsidR="00585808" w:rsidRDefault="00585808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3E4D30B6" w14:textId="32528D7C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240A9FF2" w14:textId="46A6CED8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085A1CB3" w14:textId="040BA58B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4DDA86E8" w14:textId="53766213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7F9D4D0A" w14:textId="50A1662D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5AD9BBC4" w14:textId="008146A8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7A8044C3" w14:textId="1A2445DE" w:rsidR="009D7231" w:rsidRDefault="009D7231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7C990A05" w14:textId="162260BF" w:rsidR="009D7231" w:rsidRDefault="009D7231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3FE64DD6" w14:textId="0144EB67" w:rsidR="009D7231" w:rsidRDefault="009D7231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4C078E08" w14:textId="77777777" w:rsidR="009D7231" w:rsidRDefault="009D7231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5BC470B2" w14:textId="77777777" w:rsidR="009D7231" w:rsidRDefault="009D7231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57709912" w14:textId="15AD3503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30D77607" w14:textId="54D7BE63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73AFBF9E" w14:textId="38570091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7CBD915D" w14:textId="0F7EA30F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08423D1C" w14:textId="60733A16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3F8848D7" w14:textId="77777777" w:rsidR="009D7231" w:rsidRDefault="009D7231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59F854F7" w14:textId="26E06937" w:rsidR="00AD0F4A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78872821" w14:textId="77777777" w:rsidR="00AD0F4A" w:rsidRPr="00585808" w:rsidRDefault="00AD0F4A" w:rsidP="00A13D5A">
      <w:pPr>
        <w:rPr>
          <w:rFonts w:ascii="DM Sans" w:hAnsi="DM Sans" w:cs="Poppins"/>
          <w:color w:val="000000" w:themeColor="text1"/>
          <w:sz w:val="20"/>
          <w:szCs w:val="20"/>
          <w:shd w:val="clear" w:color="auto" w:fill="FFFFFF"/>
        </w:rPr>
      </w:pPr>
    </w:p>
    <w:p w14:paraId="4A72AEE8" w14:textId="08279DA5" w:rsidR="00F51E98" w:rsidRPr="009D7231" w:rsidRDefault="00F51E98" w:rsidP="00A13D5A">
      <w:pPr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r w:rsidRPr="009D7231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---------</w:t>
      </w:r>
      <w:r w:rsidR="00585808" w:rsidRPr="009D7231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------------</w:t>
      </w:r>
    </w:p>
    <w:p w14:paraId="4BD7CE06" w14:textId="4070F898" w:rsidR="00E65BD5" w:rsidRPr="00E71084" w:rsidRDefault="00585808" w:rsidP="00E71084">
      <w:pPr>
        <w:rPr>
          <w:rFonts w:ascii="Arial" w:hAnsi="Arial" w:cs="Arial"/>
          <w:i/>
          <w:iCs/>
          <w:sz w:val="12"/>
          <w:szCs w:val="12"/>
        </w:rPr>
        <w:sectPr w:rsidR="00E65BD5" w:rsidRPr="00E71084" w:rsidSect="005B2C00">
          <w:footerReference w:type="default" r:id="rId11"/>
          <w:pgSz w:w="12240" w:h="15840"/>
          <w:pgMar w:top="1053" w:right="720" w:bottom="639" w:left="720" w:header="720" w:footer="720" w:gutter="0"/>
          <w:cols w:space="720"/>
          <w:docGrid w:linePitch="360"/>
        </w:sectPr>
      </w:pPr>
      <w:r w:rsidRPr="009D7231">
        <w:rPr>
          <w:rFonts w:ascii="Arial" w:hAnsi="Arial" w:cs="Arial"/>
          <w:i/>
          <w:iCs/>
          <w:sz w:val="12"/>
          <w:szCs w:val="12"/>
        </w:rPr>
        <w:t>Personlig version:</w:t>
      </w:r>
    </w:p>
    <w:p w14:paraId="1E5B6DA5" w14:textId="77777777" w:rsidR="00585808" w:rsidRDefault="00585808" w:rsidP="00585808">
      <w:pPr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</w:p>
    <w:p w14:paraId="6A50BB43" w14:textId="77777777" w:rsidR="00E71084" w:rsidRPr="00E71084" w:rsidRDefault="00E71084" w:rsidP="00E71084">
      <w:pPr>
        <w:spacing w:before="100" w:beforeAutospacing="1" w:after="100" w:afterAutospacing="1"/>
        <w:rPr>
          <w:rFonts w:ascii="Helvetica" w:hAnsi="Helvetica"/>
          <w:sz w:val="18"/>
          <w:szCs w:val="18"/>
          <w:lang w:val="en-US"/>
        </w:rPr>
      </w:pPr>
      <w:r w:rsidRPr="00E71084">
        <w:rPr>
          <w:rFonts w:ascii="Arial" w:hAnsi="Arial" w:cs="Arial"/>
          <w:b/>
          <w:bCs/>
          <w:color w:val="2E2E2E"/>
          <w:sz w:val="20"/>
          <w:szCs w:val="20"/>
          <w:shd w:val="clear" w:color="auto" w:fill="FFFFFF"/>
          <w:lang w:val="en-US"/>
        </w:rPr>
        <w:t>OTTO JOHANSSON</w:t>
      </w:r>
    </w:p>
    <w:p w14:paraId="362CEFF4" w14:textId="77777777" w:rsidR="00E71084" w:rsidRPr="00E71084" w:rsidRDefault="00E71084" w:rsidP="00E71084">
      <w:pPr>
        <w:spacing w:before="100" w:beforeAutospacing="1" w:after="100" w:afterAutospacing="1" w:line="270" w:lineRule="atLeast"/>
        <w:rPr>
          <w:rFonts w:ascii="Helvetica" w:hAnsi="Helvetica"/>
          <w:sz w:val="18"/>
          <w:szCs w:val="18"/>
          <w:lang w:val="en-US"/>
        </w:rPr>
      </w:pPr>
      <w:proofErr w:type="spellStart"/>
      <w:r w:rsidRPr="00E71084">
        <w:rPr>
          <w:rFonts w:ascii="Arial" w:hAnsi="Arial" w:cs="Arial"/>
          <w:color w:val="2E2E2E"/>
          <w:sz w:val="20"/>
          <w:szCs w:val="20"/>
          <w:shd w:val="clear" w:color="auto" w:fill="FFFFFF"/>
          <w:lang w:val="en-US"/>
        </w:rPr>
        <w:t>CMO</w:t>
      </w:r>
      <w:proofErr w:type="spellEnd"/>
      <w:r w:rsidRPr="00E71084">
        <w:rPr>
          <w:rFonts w:ascii="Arial" w:hAnsi="Arial" w:cs="Arial"/>
          <w:color w:val="2E2E2E"/>
          <w:sz w:val="20"/>
          <w:szCs w:val="20"/>
          <w:shd w:val="clear" w:color="auto" w:fill="FFFFFF"/>
          <w:lang w:val="en-US"/>
        </w:rPr>
        <w:t xml:space="preserve"> | BRAVURA</w:t>
      </w:r>
    </w:p>
    <w:p w14:paraId="74FE2BB8" w14:textId="77777777" w:rsidR="00E71084" w:rsidRPr="00E71084" w:rsidRDefault="00E71084" w:rsidP="00E71084">
      <w:pPr>
        <w:spacing w:before="100" w:beforeAutospacing="1" w:after="100" w:afterAutospacing="1"/>
        <w:rPr>
          <w:rFonts w:ascii="Helvetica" w:hAnsi="Helvetica"/>
          <w:sz w:val="18"/>
          <w:szCs w:val="18"/>
          <w:lang w:val="en-US"/>
        </w:rPr>
      </w:pPr>
      <w:r>
        <w:rPr>
          <w:rFonts w:ascii="Apple Color Emoji" w:hAnsi="Apple Color Emoji" w:cs="Apple Color Emoji"/>
          <w:color w:val="2E2E2E"/>
          <w:sz w:val="20"/>
          <w:szCs w:val="20"/>
          <w:lang w:val="en-US"/>
        </w:rPr>
        <w:t>🔵</w:t>
      </w:r>
      <w:r w:rsidRPr="00E71084">
        <w:rPr>
          <w:rStyle w:val="apple-converted-space"/>
          <w:rFonts w:ascii="Helvetica" w:hAnsi="Helvetica"/>
          <w:sz w:val="18"/>
          <w:szCs w:val="18"/>
          <w:lang w:val="en-US"/>
        </w:rPr>
        <w:t> </w:t>
      </w:r>
      <w:r w:rsidRPr="00E71084">
        <w:rPr>
          <w:rFonts w:ascii="Arial" w:hAnsi="Arial" w:cs="Arial"/>
          <w:color w:val="2E2E2E"/>
          <w:sz w:val="20"/>
          <w:szCs w:val="20"/>
          <w:lang w:val="en-US"/>
        </w:rPr>
        <w:t>+46 76 319 23 73</w:t>
      </w:r>
    </w:p>
    <w:p w14:paraId="55E02801" w14:textId="77777777" w:rsidR="00E71084" w:rsidRDefault="00E71084" w:rsidP="00E71084">
      <w:pPr>
        <w:spacing w:before="100" w:beforeAutospacing="1" w:after="100" w:afterAutospacing="1"/>
        <w:rPr>
          <w:rFonts w:ascii="Helvetica" w:hAnsi="Helvetica"/>
          <w:sz w:val="18"/>
          <w:szCs w:val="18"/>
        </w:rPr>
      </w:pPr>
      <w:r>
        <w:rPr>
          <w:rFonts w:ascii="Apple Color Emoji" w:hAnsi="Apple Color Emoji" w:cs="Apple Color Emoji"/>
          <w:color w:val="2E2E2E"/>
          <w:sz w:val="20"/>
          <w:szCs w:val="20"/>
          <w:lang w:val="en-US"/>
        </w:rPr>
        <w:t>🟢</w:t>
      </w:r>
      <w:r>
        <w:rPr>
          <w:rStyle w:val="apple-converted-space"/>
          <w:rFonts w:ascii="Helvetica" w:hAnsi="Helvetica"/>
          <w:sz w:val="18"/>
          <w:szCs w:val="18"/>
        </w:rPr>
        <w:t> </w:t>
      </w:r>
      <w:r>
        <w:rPr>
          <w:rFonts w:ascii="Arial" w:hAnsi="Arial" w:cs="Arial"/>
          <w:color w:val="2E2E2E"/>
          <w:sz w:val="20"/>
          <w:szCs w:val="20"/>
        </w:rPr>
        <w:t>Hornsbruksgatan 28 | 117 34 Stockholm</w:t>
      </w:r>
    </w:p>
    <w:p w14:paraId="257C01D0" w14:textId="77777777" w:rsidR="00E71084" w:rsidRDefault="00E71084" w:rsidP="00E71084">
      <w:pPr>
        <w:spacing w:before="100" w:beforeAutospacing="1" w:after="240"/>
        <w:rPr>
          <w:rFonts w:ascii="Arial" w:hAnsi="Arial" w:cs="Arial"/>
          <w:color w:val="FF3171"/>
          <w:sz w:val="20"/>
          <w:szCs w:val="20"/>
        </w:rPr>
      </w:pPr>
      <w:r>
        <w:rPr>
          <w:rFonts w:ascii="Apple Color Emoji" w:hAnsi="Apple Color Emoji" w:cs="Apple Color Emoji"/>
          <w:color w:val="2E2E2E"/>
          <w:sz w:val="20"/>
          <w:szCs w:val="20"/>
          <w:lang w:val="en-US"/>
        </w:rPr>
        <w:t>🟡</w:t>
      </w:r>
      <w:r>
        <w:rPr>
          <w:rStyle w:val="apple-converted-space"/>
          <w:rFonts w:ascii="Helvetica" w:hAnsi="Helvetica"/>
          <w:sz w:val="18"/>
          <w:szCs w:val="18"/>
        </w:rPr>
        <w:t> </w:t>
      </w:r>
      <w:hyperlink r:id="rId12" w:history="1">
        <w:r>
          <w:rPr>
            <w:rStyle w:val="Hyperlnk"/>
            <w:rFonts w:ascii="Arial" w:hAnsi="Arial" w:cs="Arial"/>
            <w:color w:val="FF3171"/>
            <w:sz w:val="20"/>
            <w:szCs w:val="20"/>
          </w:rPr>
          <w:t>www.bravu</w:t>
        </w:r>
        <w:r>
          <w:rPr>
            <w:rStyle w:val="Hyperlnk"/>
            <w:rFonts w:ascii="Arial" w:hAnsi="Arial" w:cs="Arial"/>
            <w:color w:val="FF3171"/>
            <w:sz w:val="20"/>
            <w:szCs w:val="20"/>
          </w:rPr>
          <w:t>r</w:t>
        </w:r>
        <w:r>
          <w:rPr>
            <w:rStyle w:val="Hyperlnk"/>
            <w:rFonts w:ascii="Arial" w:hAnsi="Arial" w:cs="Arial"/>
            <w:color w:val="FF3171"/>
            <w:sz w:val="20"/>
            <w:szCs w:val="20"/>
          </w:rPr>
          <w:t>a.se</w:t>
        </w:r>
      </w:hyperlink>
    </w:p>
    <w:p w14:paraId="5526980D" w14:textId="7D61A175" w:rsidR="00AD0F4A" w:rsidRPr="00E71084" w:rsidRDefault="00E71084" w:rsidP="00E71084">
      <w:pPr>
        <w:spacing w:before="100" w:beforeAutospacing="1" w:after="240"/>
        <w:rPr>
          <w:rFonts w:ascii="Helvetica" w:hAnsi="Helvetica"/>
          <w:sz w:val="18"/>
          <w:szCs w:val="18"/>
        </w:rPr>
      </w:pPr>
      <w:r>
        <w:rPr>
          <w:rFonts w:ascii="Helvetica" w:hAnsi="Helvetica"/>
          <w:noProof/>
          <w:sz w:val="18"/>
          <w:szCs w:val="18"/>
        </w:rPr>
        <w:drawing>
          <wp:inline distT="0" distB="0" distL="0" distR="0" wp14:anchorId="22E6D903" wp14:editId="1067A0E0">
            <wp:extent cx="1905000" cy="381000"/>
            <wp:effectExtent l="0" t="0" r="0" b="0"/>
            <wp:docPr id="1650578085" name="Bildobjekt 1" descr="En bild som visar svart, mörker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578085" name="Bildobjekt 1" descr="En bild som visar svart, mörker&#10;&#10;Automatiskt genererad beskrivni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0F4A" w:rsidRPr="00E71084" w:rsidSect="009D6A42">
      <w:footerReference w:type="default" r:id="rId14"/>
      <w:type w:val="continuous"/>
      <w:pgSz w:w="12240" w:h="15840"/>
      <w:pgMar w:top="1053" w:right="720" w:bottom="63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DC795" w14:textId="77777777" w:rsidR="00D6251F" w:rsidRDefault="00D6251F" w:rsidP="001A0DBE">
      <w:r>
        <w:separator/>
      </w:r>
    </w:p>
  </w:endnote>
  <w:endnote w:type="continuationSeparator" w:id="0">
    <w:p w14:paraId="2C8BCDB5" w14:textId="77777777" w:rsidR="00D6251F" w:rsidRDefault="00D6251F" w:rsidP="001A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M Sans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90E3E" w14:textId="77777777" w:rsidR="00EB616D" w:rsidRDefault="00EB616D">
    <w:pPr>
      <w:pStyle w:val="Sidfot"/>
    </w:pPr>
    <w:r>
      <w:ptab w:relativeTo="margin" w:alignment="center" w:leader="none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7BCBC" w14:textId="77777777" w:rsidR="00B87A62" w:rsidRDefault="00B87A62">
    <w:pPr>
      <w:pStyle w:val="Sidfot"/>
    </w:pPr>
    <w:r>
      <w:ptab w:relativeTo="margin" w:alignment="center" w:leader="none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0710D" w14:textId="77777777" w:rsidR="00D6251F" w:rsidRDefault="00D6251F" w:rsidP="001A0DBE">
      <w:r>
        <w:separator/>
      </w:r>
    </w:p>
  </w:footnote>
  <w:footnote w:type="continuationSeparator" w:id="0">
    <w:p w14:paraId="61CCB339" w14:textId="77777777" w:rsidR="00D6251F" w:rsidRDefault="00D6251F" w:rsidP="001A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12E6E"/>
    <w:multiLevelType w:val="hybridMultilevel"/>
    <w:tmpl w:val="B72A5478"/>
    <w:lvl w:ilvl="0" w:tplc="962EFA7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202124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0154"/>
    <w:multiLevelType w:val="hybridMultilevel"/>
    <w:tmpl w:val="44D4CFA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4108"/>
    <w:multiLevelType w:val="hybridMultilevel"/>
    <w:tmpl w:val="1026E86A"/>
    <w:lvl w:ilvl="0" w:tplc="962EFA7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202124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1D5B"/>
    <w:multiLevelType w:val="hybridMultilevel"/>
    <w:tmpl w:val="6786DDC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E2DB9"/>
    <w:multiLevelType w:val="multilevel"/>
    <w:tmpl w:val="C17C4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52708"/>
    <w:multiLevelType w:val="hybridMultilevel"/>
    <w:tmpl w:val="361888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094007">
    <w:abstractNumId w:val="5"/>
  </w:num>
  <w:num w:numId="2" w16cid:durableId="1288858416">
    <w:abstractNumId w:val="4"/>
  </w:num>
  <w:num w:numId="3" w16cid:durableId="1596207584">
    <w:abstractNumId w:val="1"/>
  </w:num>
  <w:num w:numId="4" w16cid:durableId="1841853045">
    <w:abstractNumId w:val="3"/>
  </w:num>
  <w:num w:numId="5" w16cid:durableId="747073485">
    <w:abstractNumId w:val="2"/>
  </w:num>
  <w:num w:numId="6" w16cid:durableId="20132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UwNzc2NjE2tDQ3MrdU0lEKTi0uzszPAykwrAUAX7kOJSwAAAA="/>
  </w:docVars>
  <w:rsids>
    <w:rsidRoot w:val="006E5238"/>
    <w:rsid w:val="000246FA"/>
    <w:rsid w:val="00035657"/>
    <w:rsid w:val="0003651A"/>
    <w:rsid w:val="00047E5F"/>
    <w:rsid w:val="0005223D"/>
    <w:rsid w:val="00054FF6"/>
    <w:rsid w:val="00055E1B"/>
    <w:rsid w:val="00076505"/>
    <w:rsid w:val="000832A4"/>
    <w:rsid w:val="000A4544"/>
    <w:rsid w:val="000B27A9"/>
    <w:rsid w:val="000B42AC"/>
    <w:rsid w:val="000B5526"/>
    <w:rsid w:val="000C44EA"/>
    <w:rsid w:val="000D03E6"/>
    <w:rsid w:val="000E3373"/>
    <w:rsid w:val="000F4B0C"/>
    <w:rsid w:val="000F5B6A"/>
    <w:rsid w:val="00106423"/>
    <w:rsid w:val="001163C0"/>
    <w:rsid w:val="00121582"/>
    <w:rsid w:val="00121D4B"/>
    <w:rsid w:val="001269E0"/>
    <w:rsid w:val="00131EFF"/>
    <w:rsid w:val="001325D9"/>
    <w:rsid w:val="00142AF0"/>
    <w:rsid w:val="00143422"/>
    <w:rsid w:val="00143B88"/>
    <w:rsid w:val="001577A0"/>
    <w:rsid w:val="00163EAF"/>
    <w:rsid w:val="00165BE0"/>
    <w:rsid w:val="0017194C"/>
    <w:rsid w:val="00174A07"/>
    <w:rsid w:val="001756FB"/>
    <w:rsid w:val="001757EE"/>
    <w:rsid w:val="00181530"/>
    <w:rsid w:val="00181B77"/>
    <w:rsid w:val="001847C4"/>
    <w:rsid w:val="00184851"/>
    <w:rsid w:val="001869A9"/>
    <w:rsid w:val="001A0DBE"/>
    <w:rsid w:val="001A2EA7"/>
    <w:rsid w:val="001B4255"/>
    <w:rsid w:val="001C24C6"/>
    <w:rsid w:val="001C2D1D"/>
    <w:rsid w:val="001D0026"/>
    <w:rsid w:val="001D2CDA"/>
    <w:rsid w:val="001D3F24"/>
    <w:rsid w:val="001D7447"/>
    <w:rsid w:val="001E2B9C"/>
    <w:rsid w:val="001E2CBC"/>
    <w:rsid w:val="001E65F1"/>
    <w:rsid w:val="001F0A52"/>
    <w:rsid w:val="002048F7"/>
    <w:rsid w:val="002060B3"/>
    <w:rsid w:val="00211B85"/>
    <w:rsid w:val="00217342"/>
    <w:rsid w:val="00230401"/>
    <w:rsid w:val="00262955"/>
    <w:rsid w:val="00264A6C"/>
    <w:rsid w:val="00264BCB"/>
    <w:rsid w:val="00265760"/>
    <w:rsid w:val="0027176D"/>
    <w:rsid w:val="002A6372"/>
    <w:rsid w:val="002B1066"/>
    <w:rsid w:val="002B56A2"/>
    <w:rsid w:val="002C6981"/>
    <w:rsid w:val="002E1248"/>
    <w:rsid w:val="002E23F9"/>
    <w:rsid w:val="002E2EEC"/>
    <w:rsid w:val="002E5AED"/>
    <w:rsid w:val="002F617A"/>
    <w:rsid w:val="002F648F"/>
    <w:rsid w:val="002F73C5"/>
    <w:rsid w:val="00311FB7"/>
    <w:rsid w:val="00313113"/>
    <w:rsid w:val="00330CDA"/>
    <w:rsid w:val="0033402E"/>
    <w:rsid w:val="003358F7"/>
    <w:rsid w:val="00341B89"/>
    <w:rsid w:val="00343EDB"/>
    <w:rsid w:val="003454BB"/>
    <w:rsid w:val="003461BC"/>
    <w:rsid w:val="00352C8C"/>
    <w:rsid w:val="0036401F"/>
    <w:rsid w:val="0036462A"/>
    <w:rsid w:val="003676B6"/>
    <w:rsid w:val="00373E75"/>
    <w:rsid w:val="003744CE"/>
    <w:rsid w:val="00391B2F"/>
    <w:rsid w:val="0039506F"/>
    <w:rsid w:val="003A16F0"/>
    <w:rsid w:val="003A41CF"/>
    <w:rsid w:val="003B1CF8"/>
    <w:rsid w:val="003C0835"/>
    <w:rsid w:val="003C09C2"/>
    <w:rsid w:val="003C2694"/>
    <w:rsid w:val="003C2A81"/>
    <w:rsid w:val="003D063D"/>
    <w:rsid w:val="003E4672"/>
    <w:rsid w:val="003E49F3"/>
    <w:rsid w:val="0041160D"/>
    <w:rsid w:val="00433B9E"/>
    <w:rsid w:val="0044744A"/>
    <w:rsid w:val="00455633"/>
    <w:rsid w:val="00456EC4"/>
    <w:rsid w:val="004700B0"/>
    <w:rsid w:val="00473601"/>
    <w:rsid w:val="00480526"/>
    <w:rsid w:val="004904E1"/>
    <w:rsid w:val="004947B3"/>
    <w:rsid w:val="004A70C7"/>
    <w:rsid w:val="004B0AEA"/>
    <w:rsid w:val="004B266F"/>
    <w:rsid w:val="004C1BD0"/>
    <w:rsid w:val="004C2D45"/>
    <w:rsid w:val="004C4284"/>
    <w:rsid w:val="004E0BB1"/>
    <w:rsid w:val="004E0E3E"/>
    <w:rsid w:val="004E5355"/>
    <w:rsid w:val="004F46AD"/>
    <w:rsid w:val="00502701"/>
    <w:rsid w:val="0051336D"/>
    <w:rsid w:val="005149E3"/>
    <w:rsid w:val="00524477"/>
    <w:rsid w:val="0052556D"/>
    <w:rsid w:val="00530527"/>
    <w:rsid w:val="00537442"/>
    <w:rsid w:val="00542437"/>
    <w:rsid w:val="005430D4"/>
    <w:rsid w:val="0054337F"/>
    <w:rsid w:val="0055132E"/>
    <w:rsid w:val="00554BCA"/>
    <w:rsid w:val="00561C6E"/>
    <w:rsid w:val="005675EF"/>
    <w:rsid w:val="00571964"/>
    <w:rsid w:val="00575EE1"/>
    <w:rsid w:val="005774D8"/>
    <w:rsid w:val="005824A7"/>
    <w:rsid w:val="00582A9B"/>
    <w:rsid w:val="00585808"/>
    <w:rsid w:val="00585A83"/>
    <w:rsid w:val="00592D1E"/>
    <w:rsid w:val="00595205"/>
    <w:rsid w:val="005A7D59"/>
    <w:rsid w:val="005B2C00"/>
    <w:rsid w:val="005B3668"/>
    <w:rsid w:val="005C22FD"/>
    <w:rsid w:val="005D4728"/>
    <w:rsid w:val="005E6C57"/>
    <w:rsid w:val="005F376C"/>
    <w:rsid w:val="00612CBA"/>
    <w:rsid w:val="00614271"/>
    <w:rsid w:val="00615FB1"/>
    <w:rsid w:val="00621A1A"/>
    <w:rsid w:val="0063331E"/>
    <w:rsid w:val="00636AAE"/>
    <w:rsid w:val="00642DD7"/>
    <w:rsid w:val="006455DB"/>
    <w:rsid w:val="00647B8D"/>
    <w:rsid w:val="00655507"/>
    <w:rsid w:val="00657B85"/>
    <w:rsid w:val="00660FC1"/>
    <w:rsid w:val="006803F2"/>
    <w:rsid w:val="00682266"/>
    <w:rsid w:val="006831B1"/>
    <w:rsid w:val="006858EB"/>
    <w:rsid w:val="00692DE9"/>
    <w:rsid w:val="006A3635"/>
    <w:rsid w:val="006B1979"/>
    <w:rsid w:val="006B1CDA"/>
    <w:rsid w:val="006C1F35"/>
    <w:rsid w:val="006C7D04"/>
    <w:rsid w:val="006D2CFF"/>
    <w:rsid w:val="006E5238"/>
    <w:rsid w:val="006F0632"/>
    <w:rsid w:val="006F48A8"/>
    <w:rsid w:val="0070011C"/>
    <w:rsid w:val="007158BB"/>
    <w:rsid w:val="00716578"/>
    <w:rsid w:val="00722342"/>
    <w:rsid w:val="00725915"/>
    <w:rsid w:val="00727E4D"/>
    <w:rsid w:val="00732568"/>
    <w:rsid w:val="00737B11"/>
    <w:rsid w:val="00742751"/>
    <w:rsid w:val="0074380C"/>
    <w:rsid w:val="00755CA0"/>
    <w:rsid w:val="0075732A"/>
    <w:rsid w:val="00766546"/>
    <w:rsid w:val="00772073"/>
    <w:rsid w:val="00772B8D"/>
    <w:rsid w:val="007754F9"/>
    <w:rsid w:val="00787B3D"/>
    <w:rsid w:val="00787BAD"/>
    <w:rsid w:val="00787DC5"/>
    <w:rsid w:val="007A0AA7"/>
    <w:rsid w:val="007B228F"/>
    <w:rsid w:val="007B507A"/>
    <w:rsid w:val="007E1C4F"/>
    <w:rsid w:val="007E3A04"/>
    <w:rsid w:val="007E649E"/>
    <w:rsid w:val="007F4214"/>
    <w:rsid w:val="007F44F3"/>
    <w:rsid w:val="0080664F"/>
    <w:rsid w:val="00807037"/>
    <w:rsid w:val="008176DE"/>
    <w:rsid w:val="008205A7"/>
    <w:rsid w:val="00835D3B"/>
    <w:rsid w:val="00845460"/>
    <w:rsid w:val="00850758"/>
    <w:rsid w:val="00853A6B"/>
    <w:rsid w:val="00864115"/>
    <w:rsid w:val="008645B0"/>
    <w:rsid w:val="00874195"/>
    <w:rsid w:val="0088205C"/>
    <w:rsid w:val="00882554"/>
    <w:rsid w:val="0088315C"/>
    <w:rsid w:val="00885958"/>
    <w:rsid w:val="008862FA"/>
    <w:rsid w:val="00890726"/>
    <w:rsid w:val="00892C41"/>
    <w:rsid w:val="008A3162"/>
    <w:rsid w:val="008A42D2"/>
    <w:rsid w:val="008A78BA"/>
    <w:rsid w:val="008B16A9"/>
    <w:rsid w:val="008B2829"/>
    <w:rsid w:val="008C6C91"/>
    <w:rsid w:val="008C7104"/>
    <w:rsid w:val="008E0CB2"/>
    <w:rsid w:val="008E1EF8"/>
    <w:rsid w:val="008F2E0E"/>
    <w:rsid w:val="008F5A48"/>
    <w:rsid w:val="00901FF6"/>
    <w:rsid w:val="00903532"/>
    <w:rsid w:val="009107C3"/>
    <w:rsid w:val="00912D77"/>
    <w:rsid w:val="00921084"/>
    <w:rsid w:val="0092160E"/>
    <w:rsid w:val="00921B00"/>
    <w:rsid w:val="00922949"/>
    <w:rsid w:val="00925D65"/>
    <w:rsid w:val="00947417"/>
    <w:rsid w:val="00947A8D"/>
    <w:rsid w:val="00950DB1"/>
    <w:rsid w:val="0095368C"/>
    <w:rsid w:val="009625DF"/>
    <w:rsid w:val="00963699"/>
    <w:rsid w:val="00971617"/>
    <w:rsid w:val="009722D4"/>
    <w:rsid w:val="009777FB"/>
    <w:rsid w:val="00980A91"/>
    <w:rsid w:val="009821BE"/>
    <w:rsid w:val="009877D8"/>
    <w:rsid w:val="0099065E"/>
    <w:rsid w:val="00992E2C"/>
    <w:rsid w:val="009A447B"/>
    <w:rsid w:val="009A547C"/>
    <w:rsid w:val="009B25D6"/>
    <w:rsid w:val="009B76AE"/>
    <w:rsid w:val="009C7E3B"/>
    <w:rsid w:val="009D037F"/>
    <w:rsid w:val="009D4CE1"/>
    <w:rsid w:val="009D539C"/>
    <w:rsid w:val="009D6A42"/>
    <w:rsid w:val="009D7231"/>
    <w:rsid w:val="009E093F"/>
    <w:rsid w:val="009E7791"/>
    <w:rsid w:val="009F0B9D"/>
    <w:rsid w:val="009F6E19"/>
    <w:rsid w:val="00A0380C"/>
    <w:rsid w:val="00A13D5A"/>
    <w:rsid w:val="00A140DC"/>
    <w:rsid w:val="00A17118"/>
    <w:rsid w:val="00A201B9"/>
    <w:rsid w:val="00A20B5C"/>
    <w:rsid w:val="00A2179A"/>
    <w:rsid w:val="00A32E3B"/>
    <w:rsid w:val="00A353D7"/>
    <w:rsid w:val="00A356FA"/>
    <w:rsid w:val="00A41366"/>
    <w:rsid w:val="00A435A2"/>
    <w:rsid w:val="00A449E0"/>
    <w:rsid w:val="00A50217"/>
    <w:rsid w:val="00A506DC"/>
    <w:rsid w:val="00A560F5"/>
    <w:rsid w:val="00A56CB5"/>
    <w:rsid w:val="00A64672"/>
    <w:rsid w:val="00A804CA"/>
    <w:rsid w:val="00A8159D"/>
    <w:rsid w:val="00A93D01"/>
    <w:rsid w:val="00A9487D"/>
    <w:rsid w:val="00A96756"/>
    <w:rsid w:val="00AA6431"/>
    <w:rsid w:val="00AC112C"/>
    <w:rsid w:val="00AC6C25"/>
    <w:rsid w:val="00AD0F4A"/>
    <w:rsid w:val="00AD207E"/>
    <w:rsid w:val="00AD277B"/>
    <w:rsid w:val="00AD43E7"/>
    <w:rsid w:val="00AE0E28"/>
    <w:rsid w:val="00AE53E6"/>
    <w:rsid w:val="00AF1B69"/>
    <w:rsid w:val="00AF49AC"/>
    <w:rsid w:val="00B1163C"/>
    <w:rsid w:val="00B1269F"/>
    <w:rsid w:val="00B209EB"/>
    <w:rsid w:val="00B3342A"/>
    <w:rsid w:val="00B35E5B"/>
    <w:rsid w:val="00B369BC"/>
    <w:rsid w:val="00B37D9C"/>
    <w:rsid w:val="00B404D2"/>
    <w:rsid w:val="00B40C86"/>
    <w:rsid w:val="00B460D4"/>
    <w:rsid w:val="00B513FD"/>
    <w:rsid w:val="00B53863"/>
    <w:rsid w:val="00B56B5C"/>
    <w:rsid w:val="00B6158C"/>
    <w:rsid w:val="00B64C4E"/>
    <w:rsid w:val="00B71195"/>
    <w:rsid w:val="00B72936"/>
    <w:rsid w:val="00B87A62"/>
    <w:rsid w:val="00B96FB5"/>
    <w:rsid w:val="00B975A7"/>
    <w:rsid w:val="00BC2157"/>
    <w:rsid w:val="00BD146D"/>
    <w:rsid w:val="00BD2655"/>
    <w:rsid w:val="00BD3CD7"/>
    <w:rsid w:val="00BE0F92"/>
    <w:rsid w:val="00BF1690"/>
    <w:rsid w:val="00C015ED"/>
    <w:rsid w:val="00C01E26"/>
    <w:rsid w:val="00C01E9D"/>
    <w:rsid w:val="00C2387C"/>
    <w:rsid w:val="00C2586B"/>
    <w:rsid w:val="00C32B3B"/>
    <w:rsid w:val="00C4680F"/>
    <w:rsid w:val="00C63F80"/>
    <w:rsid w:val="00C82571"/>
    <w:rsid w:val="00C97097"/>
    <w:rsid w:val="00CA0194"/>
    <w:rsid w:val="00CA1F38"/>
    <w:rsid w:val="00CA5ACC"/>
    <w:rsid w:val="00CB4524"/>
    <w:rsid w:val="00CC1C7D"/>
    <w:rsid w:val="00CC6D33"/>
    <w:rsid w:val="00CD10E3"/>
    <w:rsid w:val="00CD2697"/>
    <w:rsid w:val="00CD6676"/>
    <w:rsid w:val="00CF0840"/>
    <w:rsid w:val="00D028AA"/>
    <w:rsid w:val="00D02A89"/>
    <w:rsid w:val="00D05EA9"/>
    <w:rsid w:val="00D1239C"/>
    <w:rsid w:val="00D21A6B"/>
    <w:rsid w:val="00D22B7E"/>
    <w:rsid w:val="00D37073"/>
    <w:rsid w:val="00D44498"/>
    <w:rsid w:val="00D509AF"/>
    <w:rsid w:val="00D61BBB"/>
    <w:rsid w:val="00D6251F"/>
    <w:rsid w:val="00D71135"/>
    <w:rsid w:val="00D83FDE"/>
    <w:rsid w:val="00D84320"/>
    <w:rsid w:val="00D86088"/>
    <w:rsid w:val="00DB1153"/>
    <w:rsid w:val="00DB7CEE"/>
    <w:rsid w:val="00DC2C05"/>
    <w:rsid w:val="00DC7523"/>
    <w:rsid w:val="00DC7AFA"/>
    <w:rsid w:val="00DD007B"/>
    <w:rsid w:val="00DD7AFD"/>
    <w:rsid w:val="00DE6E08"/>
    <w:rsid w:val="00DF108F"/>
    <w:rsid w:val="00DF4F50"/>
    <w:rsid w:val="00E04BB9"/>
    <w:rsid w:val="00E15AD9"/>
    <w:rsid w:val="00E17ED3"/>
    <w:rsid w:val="00E21DEF"/>
    <w:rsid w:val="00E27A5F"/>
    <w:rsid w:val="00E301FC"/>
    <w:rsid w:val="00E309C5"/>
    <w:rsid w:val="00E32BD2"/>
    <w:rsid w:val="00E3660A"/>
    <w:rsid w:val="00E37A11"/>
    <w:rsid w:val="00E41519"/>
    <w:rsid w:val="00E4708C"/>
    <w:rsid w:val="00E479EF"/>
    <w:rsid w:val="00E56E96"/>
    <w:rsid w:val="00E65BD5"/>
    <w:rsid w:val="00E71084"/>
    <w:rsid w:val="00E86E56"/>
    <w:rsid w:val="00E878CB"/>
    <w:rsid w:val="00E916D0"/>
    <w:rsid w:val="00EA1A64"/>
    <w:rsid w:val="00EB0140"/>
    <w:rsid w:val="00EB3E15"/>
    <w:rsid w:val="00EB616D"/>
    <w:rsid w:val="00EB6FCB"/>
    <w:rsid w:val="00EC5F9A"/>
    <w:rsid w:val="00ED7BA6"/>
    <w:rsid w:val="00EF22B8"/>
    <w:rsid w:val="00EF4CC8"/>
    <w:rsid w:val="00F04040"/>
    <w:rsid w:val="00F0456B"/>
    <w:rsid w:val="00F36AC1"/>
    <w:rsid w:val="00F40C2F"/>
    <w:rsid w:val="00F42618"/>
    <w:rsid w:val="00F437E3"/>
    <w:rsid w:val="00F43B93"/>
    <w:rsid w:val="00F51E98"/>
    <w:rsid w:val="00F57381"/>
    <w:rsid w:val="00F60784"/>
    <w:rsid w:val="00F65713"/>
    <w:rsid w:val="00F74B18"/>
    <w:rsid w:val="00F74E9C"/>
    <w:rsid w:val="00F9020E"/>
    <w:rsid w:val="00F93F85"/>
    <w:rsid w:val="00F9434A"/>
    <w:rsid w:val="00FA235A"/>
    <w:rsid w:val="00FA2948"/>
    <w:rsid w:val="00FA4A5D"/>
    <w:rsid w:val="00FA7581"/>
    <w:rsid w:val="00FB1D8F"/>
    <w:rsid w:val="00FB6631"/>
    <w:rsid w:val="00FC2607"/>
    <w:rsid w:val="00FC441B"/>
    <w:rsid w:val="00FC728A"/>
    <w:rsid w:val="00FD1CCA"/>
    <w:rsid w:val="00FE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ACD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D0F4A"/>
    <w:rPr>
      <w:rFonts w:ascii="Times New Roman" w:eastAsia="Times New Roman" w:hAnsi="Times New Roman" w:cs="Times New Roman"/>
      <w:lang w:val="sv-SE" w:eastAsia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1C2D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82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unhideWhenUsed/>
    <w:rsid w:val="008205A7"/>
    <w:rPr>
      <w:color w:val="0563C1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1A0DB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SidhuvudChar">
    <w:name w:val="Sidhuvud Char"/>
    <w:basedOn w:val="Standardstycketeckensnitt"/>
    <w:link w:val="Sidhuvud"/>
    <w:uiPriority w:val="99"/>
    <w:rsid w:val="001A0DBE"/>
  </w:style>
  <w:style w:type="paragraph" w:styleId="Sidfot">
    <w:name w:val="footer"/>
    <w:basedOn w:val="Normal"/>
    <w:link w:val="SidfotChar"/>
    <w:uiPriority w:val="99"/>
    <w:unhideWhenUsed/>
    <w:rsid w:val="001A0DB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SidfotChar">
    <w:name w:val="Sidfot Char"/>
    <w:basedOn w:val="Standardstycketeckensnitt"/>
    <w:link w:val="Sidfot"/>
    <w:uiPriority w:val="99"/>
    <w:rsid w:val="001A0DBE"/>
  </w:style>
  <w:style w:type="character" w:customStyle="1" w:styleId="ng-binding">
    <w:name w:val="ng-binding"/>
    <w:basedOn w:val="Standardstycketeckensnitt"/>
    <w:rsid w:val="00921084"/>
  </w:style>
  <w:style w:type="character" w:customStyle="1" w:styleId="ng-scope">
    <w:name w:val="ng-scope"/>
    <w:basedOn w:val="Standardstycketeckensnitt"/>
    <w:rsid w:val="00921084"/>
  </w:style>
  <w:style w:type="character" w:styleId="Stark">
    <w:name w:val="Strong"/>
    <w:basedOn w:val="Standardstycketeckensnitt"/>
    <w:uiPriority w:val="22"/>
    <w:qFormat/>
    <w:rsid w:val="00921084"/>
    <w:rPr>
      <w:b/>
      <w:bCs/>
    </w:rPr>
  </w:style>
  <w:style w:type="character" w:styleId="AnvndHyperlnk">
    <w:name w:val="FollowedHyperlink"/>
    <w:basedOn w:val="Standardstycketeckensnitt"/>
    <w:uiPriority w:val="99"/>
    <w:semiHidden/>
    <w:unhideWhenUsed/>
    <w:rsid w:val="00892C41"/>
    <w:rPr>
      <w:color w:val="954F72" w:themeColor="followedHyperlink"/>
      <w:u w:val="single"/>
    </w:rPr>
  </w:style>
  <w:style w:type="paragraph" w:styleId="Normalwebb">
    <w:name w:val="Normal (Web)"/>
    <w:basedOn w:val="Normal"/>
    <w:uiPriority w:val="99"/>
    <w:unhideWhenUsed/>
    <w:rsid w:val="00B96FB5"/>
    <w:pPr>
      <w:spacing w:before="100" w:beforeAutospacing="1" w:after="100" w:afterAutospacing="1"/>
    </w:pPr>
    <w:rPr>
      <w:rFonts w:eastAsiaTheme="minorHAnsi"/>
      <w:lang w:val="en-US" w:eastAsia="en-US"/>
    </w:rPr>
  </w:style>
  <w:style w:type="paragraph" w:styleId="Revision">
    <w:name w:val="Revision"/>
    <w:hidden/>
    <w:uiPriority w:val="99"/>
    <w:semiHidden/>
    <w:rsid w:val="00A8159D"/>
  </w:style>
  <w:style w:type="paragraph" w:styleId="Dokumentversikt">
    <w:name w:val="Document Map"/>
    <w:basedOn w:val="Normal"/>
    <w:link w:val="DokumentversiktChar"/>
    <w:uiPriority w:val="99"/>
    <w:semiHidden/>
    <w:unhideWhenUsed/>
    <w:rsid w:val="00A8159D"/>
    <w:rPr>
      <w:rFonts w:eastAsiaTheme="minorHAnsi"/>
      <w:lang w:val="en-US" w:eastAsia="en-US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A8159D"/>
    <w:rPr>
      <w:rFonts w:ascii="Times New Roman" w:hAnsi="Times New Roman" w:cs="Times New Roman"/>
    </w:rPr>
  </w:style>
  <w:style w:type="table" w:styleId="Tabellrutntljust">
    <w:name w:val="Grid Table Light"/>
    <w:basedOn w:val="Normaltabell"/>
    <w:uiPriority w:val="40"/>
    <w:rsid w:val="004E535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Standardstycketeckensnitt"/>
    <w:uiPriority w:val="99"/>
    <w:rsid w:val="00B975A7"/>
    <w:rPr>
      <w:color w:val="605E5C"/>
      <w:shd w:val="clear" w:color="auto" w:fill="E1DFDD"/>
    </w:rPr>
  </w:style>
  <w:style w:type="character" w:styleId="Olstomnmnande">
    <w:name w:val="Unresolved Mention"/>
    <w:basedOn w:val="Standardstycketeckensnitt"/>
    <w:uiPriority w:val="99"/>
    <w:rsid w:val="004C2D45"/>
    <w:rPr>
      <w:color w:val="605E5C"/>
      <w:shd w:val="clear" w:color="auto" w:fill="E1DFDD"/>
    </w:rPr>
  </w:style>
  <w:style w:type="paragraph" w:styleId="Rubrik">
    <w:name w:val="Title"/>
    <w:basedOn w:val="Normal"/>
    <w:next w:val="Normal"/>
    <w:link w:val="RubrikChar"/>
    <w:uiPriority w:val="10"/>
    <w:qFormat/>
    <w:rsid w:val="005B2C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RubrikChar">
    <w:name w:val="Rubrik Char"/>
    <w:basedOn w:val="Standardstycketeckensnitt"/>
    <w:link w:val="Rubrik"/>
    <w:uiPriority w:val="10"/>
    <w:rsid w:val="005B2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1Char">
    <w:name w:val="Rubrik 1 Char"/>
    <w:basedOn w:val="Standardstycketeckensnitt"/>
    <w:link w:val="Rubrik1"/>
    <w:uiPriority w:val="9"/>
    <w:rsid w:val="001C2D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stycke">
    <w:name w:val="List Paragraph"/>
    <w:basedOn w:val="Normal"/>
    <w:uiPriority w:val="34"/>
    <w:qFormat/>
    <w:rsid w:val="003461BC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rt0xe">
    <w:name w:val="trt0xe"/>
    <w:basedOn w:val="Normal"/>
    <w:rsid w:val="003461B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stycketeckensnitt"/>
    <w:rsid w:val="00E71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4236">
          <w:blockQuote w:val="1"/>
          <w:marLeft w:val="75"/>
          <w:marRight w:val="75"/>
          <w:marTop w:val="75"/>
          <w:marBottom w:val="75"/>
          <w:divBdr>
            <w:top w:val="none" w:sz="0" w:space="0" w:color="auto"/>
            <w:left w:val="single" w:sz="6" w:space="8" w:color="auto"/>
            <w:bottom w:val="none" w:sz="0" w:space="0" w:color="auto"/>
            <w:right w:val="none" w:sz="0" w:space="0" w:color="auto"/>
          </w:divBdr>
          <w:divsChild>
            <w:div w:id="8187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4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69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378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1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8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7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8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74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1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6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1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45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9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8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8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8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210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7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7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2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92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sv-se/office/skapa-och-l%C3%A4gga-till-en-e-postsignatur-i-outlook-p%C3%A5-webben-5ff9dcfd-d3f1-447b-b2e9-39f91b074ea3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vura.s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upport.google.com/mail/answer/8395?hl=sv&amp;co=GENIE.Platform%3DDeskto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kael/Downloads/tf55682965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8B740D-3488-41CE-9AF2-8E847C32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tf55682965_win32.dotx</Template>
  <TotalTime>0</TotalTime>
  <Pages>2</Pages>
  <Words>322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2022-03-10T14:41:00Z</dcterms:created>
  <dcterms:modified xsi:type="dcterms:W3CDTF">2024-05-15T12:07:00Z</dcterms:modified>
</cp:coreProperties>
</file>